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BF8A87A" w:rsidR="00055BC9" w:rsidRDefault="003E47E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88A4C30">
                    <wp:simplePos x="0" y="0"/>
                    <wp:positionH relativeFrom="margin">
                      <wp:posOffset>4662805</wp:posOffset>
                    </wp:positionH>
                    <wp:positionV relativeFrom="topMargin">
                      <wp:posOffset>254000</wp:posOffset>
                    </wp:positionV>
                    <wp:extent cx="1667717" cy="336550"/>
                    <wp:effectExtent l="0" t="0" r="8890" b="635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717" cy="3365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690E5C7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055F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DAF_2025_000807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7.15pt;margin-top:20pt;width:131.3pt;height:26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690E5C7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055F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DAF_2025_000807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08B6CE0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7A6DFF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108B6CE0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7A6DFF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793F429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32CB1F4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1911DA6F" w:rsidR="00313E59" w:rsidRPr="00005185" w:rsidRDefault="00152AAD" w:rsidP="00152AAD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152AAD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1911DA6F" w:rsidR="00313E59" w:rsidRPr="00005185" w:rsidRDefault="00152AAD" w:rsidP="00152AAD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152AAD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F7B91C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55FF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58FC419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F5623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travaux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F7B91C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55FF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58FC419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F5623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travaux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A9BEFD2" w:rsidR="00313E59" w:rsidRPr="00005185" w:rsidRDefault="00F56235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3B66B55" w14:textId="77777777" w:rsidR="000A6B61" w:rsidRPr="000A6B61" w:rsidRDefault="000A6B61" w:rsidP="000A6B6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0A6B6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Accord-cadre à bons de commande pour la fourniture</w:t>
                                </w:r>
                              </w:p>
                              <w:p w14:paraId="484083F4" w14:textId="77777777" w:rsidR="000A6B61" w:rsidRPr="000A6B61" w:rsidRDefault="000A6B61" w:rsidP="000A6B6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proofErr w:type="gramStart"/>
                                <w:r w:rsidRPr="000A6B6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de</w:t>
                                </w:r>
                                <w:proofErr w:type="gramEnd"/>
                                <w:r w:rsidRPr="000A6B6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 xml:space="preserve"> matériels et matériaux de construction.</w:t>
                                </w:r>
                              </w:p>
                              <w:p w14:paraId="6E130CF1" w14:textId="6BE46991" w:rsidR="000A6B61" w:rsidRDefault="000A6B61" w:rsidP="000A6B6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0A6B6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Zone Corse</w:t>
                                </w:r>
                                <w:r w:rsidRPr="000A6B61">
                                  <w:rPr>
                                    <w:rFonts w:ascii="Calibri" w:hAnsi="Calibri" w:cs="Calibri"/>
                                    <w:sz w:val="36"/>
                                    <w:szCs w:val="36"/>
                                  </w:rPr>
                                  <w:t> </w:t>
                                </w:r>
                                <w:r w:rsidRPr="000A6B6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: Départements 2A et 2B</w:t>
                                </w:r>
                              </w:p>
                              <w:p w14:paraId="34B2CECC" w14:textId="77777777" w:rsidR="000A6B61" w:rsidRPr="000A6B61" w:rsidRDefault="000A6B61" w:rsidP="000A6B6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color w:val="1E5155" w:themeColor="text2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51374734" w14:textId="49BDB711" w:rsidR="00313E59" w:rsidRPr="00005185" w:rsidRDefault="000A6B61" w:rsidP="00055FF1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A6B61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Lot 02 : Bétons et produits associés (ciment, sable</w:t>
                                </w:r>
                                <w:proofErr w:type="gramStart"/>
                                <w:r w:rsidRPr="000A6B61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 xml:space="preserve"> ,…</w:t>
                                </w:r>
                                <w:proofErr w:type="gramEnd"/>
                                <w:r w:rsidRPr="000A6B61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) et matériaux de carrière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A9BEFD2" w:rsidR="00313E59" w:rsidRPr="00005185" w:rsidRDefault="00F56235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3B66B55" w14:textId="77777777" w:rsidR="000A6B61" w:rsidRPr="000A6B61" w:rsidRDefault="000A6B61" w:rsidP="000A6B61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0A6B61">
                            <w:rPr>
                              <w:rFonts w:cs="Arial"/>
                              <w:sz w:val="36"/>
                              <w:szCs w:val="36"/>
                            </w:rPr>
                            <w:t>Accord-cadre à bons de commande pour la fourniture</w:t>
                          </w:r>
                        </w:p>
                        <w:p w14:paraId="484083F4" w14:textId="77777777" w:rsidR="000A6B61" w:rsidRPr="000A6B61" w:rsidRDefault="000A6B61" w:rsidP="000A6B61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proofErr w:type="gramStart"/>
                          <w:r w:rsidRPr="000A6B61">
                            <w:rPr>
                              <w:rFonts w:cs="Arial"/>
                              <w:sz w:val="36"/>
                              <w:szCs w:val="36"/>
                            </w:rPr>
                            <w:t>de</w:t>
                          </w:r>
                          <w:proofErr w:type="gramEnd"/>
                          <w:r w:rsidRPr="000A6B61">
                            <w:rPr>
                              <w:rFonts w:cs="Arial"/>
                              <w:sz w:val="36"/>
                              <w:szCs w:val="36"/>
                            </w:rPr>
                            <w:t xml:space="preserve"> matériels et matériaux de construction.</w:t>
                          </w:r>
                        </w:p>
                        <w:p w14:paraId="6E130CF1" w14:textId="6BE46991" w:rsidR="000A6B61" w:rsidRDefault="000A6B61" w:rsidP="000A6B61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0A6B61">
                            <w:rPr>
                              <w:rFonts w:cs="Arial"/>
                              <w:sz w:val="36"/>
                              <w:szCs w:val="36"/>
                            </w:rPr>
                            <w:t>Zone Corse</w:t>
                          </w:r>
                          <w:r w:rsidRPr="000A6B61">
                            <w:rPr>
                              <w:rFonts w:ascii="Calibri" w:hAnsi="Calibri" w:cs="Calibri"/>
                              <w:sz w:val="36"/>
                              <w:szCs w:val="36"/>
                            </w:rPr>
                            <w:t> </w:t>
                          </w:r>
                          <w:r w:rsidRPr="000A6B61">
                            <w:rPr>
                              <w:rFonts w:cs="Arial"/>
                              <w:sz w:val="36"/>
                              <w:szCs w:val="36"/>
                            </w:rPr>
                            <w:t>: Départements 2A et 2B</w:t>
                          </w:r>
                        </w:p>
                        <w:p w14:paraId="34B2CECC" w14:textId="77777777" w:rsidR="000A6B61" w:rsidRPr="000A6B61" w:rsidRDefault="000A6B61" w:rsidP="000A6B61">
                          <w:pPr>
                            <w:spacing w:after="0"/>
                            <w:jc w:val="center"/>
                            <w:rPr>
                              <w:rFonts w:cs="Arial"/>
                              <w:color w:val="1E5155" w:themeColor="text2"/>
                              <w:sz w:val="36"/>
                              <w:szCs w:val="36"/>
                            </w:rPr>
                          </w:pPr>
                        </w:p>
                        <w:p w14:paraId="51374734" w14:textId="49BDB711" w:rsidR="00313E59" w:rsidRPr="00005185" w:rsidRDefault="000A6B61" w:rsidP="00055FF1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A6B61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>Lot 02 : Bétons et produits associés (ciment, sable</w:t>
                          </w:r>
                          <w:proofErr w:type="gramStart"/>
                          <w:r w:rsidRPr="000A6B61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 xml:space="preserve"> ,…</w:t>
                          </w:r>
                          <w:proofErr w:type="gramEnd"/>
                          <w:r w:rsidRPr="000A6B61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>) et matériaux de carrière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0BCC2DEE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DD2FAA" w:rsidP="00410AFD"/>
      </w:sdtContent>
    </w:sdt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8"/>
        <w:gridCol w:w="6993"/>
      </w:tblGrid>
      <w:tr w:rsidR="003474AD" w:rsidRPr="006A1EE6" w14:paraId="513746FA" w14:textId="77777777" w:rsidTr="00AD56A1">
        <w:trPr>
          <w:trHeight w:val="1339"/>
        </w:trPr>
        <w:tc>
          <w:tcPr>
            <w:tcW w:w="7148" w:type="dxa"/>
            <w:shd w:val="clear" w:color="auto" w:fill="F2F2F2" w:themeFill="background1" w:themeFillShade="F2"/>
          </w:tcPr>
          <w:p w14:paraId="513746F5" w14:textId="7E806ABC" w:rsidR="003474AD" w:rsidRPr="006A1EE6" w:rsidRDefault="003474AD" w:rsidP="009F475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="00F56235">
              <w:rPr>
                <w:b/>
                <w:bCs/>
                <w:sz w:val="22"/>
                <w:szCs w:val="22"/>
              </w:rPr>
              <w:t xml:space="preserve">technique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AD56A1" w:rsidRPr="003B66F6" w14:paraId="513746FE" w14:textId="77777777" w:rsidTr="00AD56A1">
        <w:tc>
          <w:tcPr>
            <w:tcW w:w="7148" w:type="dxa"/>
            <w:shd w:val="clear" w:color="auto" w:fill="auto"/>
          </w:tcPr>
          <w:p w14:paraId="2D9473CA" w14:textId="02766D8E" w:rsidR="00F56235" w:rsidRDefault="00AD56A1" w:rsidP="00F5623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D56A1">
              <w:rPr>
                <w:b/>
                <w:bCs/>
              </w:rPr>
              <w:t>Item 1</w:t>
            </w:r>
            <w:r w:rsidRPr="00AD56A1">
              <w:rPr>
                <w:rFonts w:ascii="Calibri" w:hAnsi="Calibri" w:cs="Calibri"/>
                <w:b/>
                <w:bCs/>
              </w:rPr>
              <w:t> </w:t>
            </w:r>
            <w:r w:rsidRPr="00AD56A1">
              <w:rPr>
                <w:b/>
                <w:bCs/>
              </w:rPr>
              <w:t>:</w:t>
            </w:r>
            <w:r w:rsidR="002D38BF">
              <w:rPr>
                <w:b/>
                <w:bCs/>
              </w:rPr>
              <w:t xml:space="preserve"> Moyens logistique</w:t>
            </w:r>
            <w:r w:rsidR="009F4750">
              <w:rPr>
                <w:b/>
                <w:bCs/>
              </w:rPr>
              <w:t>s</w:t>
            </w:r>
            <w:r w:rsidR="00F56235">
              <w:rPr>
                <w:b/>
                <w:bCs/>
              </w:rPr>
              <w:t xml:space="preserve"> mis en place</w:t>
            </w:r>
            <w:r w:rsidR="00F56235">
              <w:rPr>
                <w:rFonts w:ascii="Calibri" w:hAnsi="Calibri" w:cs="Calibri"/>
                <w:b/>
                <w:bCs/>
              </w:rPr>
              <w:t> </w:t>
            </w:r>
            <w:r w:rsidR="00F56235">
              <w:rPr>
                <w:b/>
                <w:bCs/>
              </w:rPr>
              <w:t xml:space="preserve">: </w:t>
            </w:r>
            <w:r w:rsidR="00055FF1">
              <w:rPr>
                <w:b/>
                <w:bCs/>
              </w:rPr>
              <w:t>5</w:t>
            </w:r>
            <w:r w:rsidR="00F56235">
              <w:rPr>
                <w:b/>
                <w:bCs/>
              </w:rPr>
              <w:t xml:space="preserve"> points</w:t>
            </w:r>
            <w:r w:rsidRPr="00AD56A1">
              <w:rPr>
                <w:b/>
                <w:bCs/>
              </w:rPr>
              <w:t xml:space="preserve"> </w:t>
            </w:r>
          </w:p>
          <w:p w14:paraId="51B01BBD" w14:textId="4E0D3827" w:rsidR="00AD56A1" w:rsidRDefault="00F56235" w:rsidP="00F56235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Organisation du candidat (</w:t>
            </w:r>
            <w:r w:rsidR="00904A32">
              <w:rPr>
                <w:bCs/>
              </w:rPr>
              <w:t>3</w:t>
            </w:r>
            <w:r>
              <w:rPr>
                <w:bCs/>
              </w:rPr>
              <w:t xml:space="preserve"> points)</w:t>
            </w:r>
            <w:r w:rsidR="009F4750">
              <w:rPr>
                <w:rFonts w:ascii="Calibri" w:hAnsi="Calibri" w:cs="Calibri"/>
                <w:bCs/>
              </w:rPr>
              <w:t> </w:t>
            </w:r>
            <w:r w:rsidR="009F4750">
              <w:rPr>
                <w:bCs/>
              </w:rPr>
              <w:t>;</w:t>
            </w:r>
          </w:p>
          <w:p w14:paraId="222ABEF9" w14:textId="06C2FEE3" w:rsidR="00F56235" w:rsidRPr="00F56235" w:rsidRDefault="00F56235" w:rsidP="00F56235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Cs/>
              </w:rPr>
              <w:t>Processus de gestion des commandes (2 points)</w:t>
            </w:r>
            <w:r w:rsidR="009F4750">
              <w:rPr>
                <w:rFonts w:ascii="Calibri" w:hAnsi="Calibri" w:cs="Calibri"/>
                <w:bCs/>
              </w:rPr>
              <w:t> </w:t>
            </w:r>
            <w:r w:rsidR="009F4750">
              <w:rPr>
                <w:bCs/>
              </w:rPr>
              <w:t>;</w:t>
            </w:r>
          </w:p>
          <w:p w14:paraId="513746FC" w14:textId="71BB17E0" w:rsidR="00AD56A1" w:rsidRPr="00AD56A1" w:rsidRDefault="00F56235" w:rsidP="00904A32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Cs/>
              </w:rPr>
              <w:t>Service de conseil administratif et technique (</w:t>
            </w:r>
            <w:r w:rsidR="00904A32">
              <w:rPr>
                <w:bCs/>
              </w:rPr>
              <w:t>2</w:t>
            </w:r>
            <w:r>
              <w:rPr>
                <w:bCs/>
              </w:rPr>
              <w:t xml:space="preserve"> point</w:t>
            </w:r>
            <w:r w:rsidR="00904A32">
              <w:rPr>
                <w:bCs/>
              </w:rPr>
              <w:t>s</w:t>
            </w:r>
            <w:r>
              <w:rPr>
                <w:bCs/>
              </w:rPr>
              <w:t>)</w:t>
            </w:r>
            <w:r w:rsidR="009F4750">
              <w:rPr>
                <w:bCs/>
              </w:rPr>
              <w:t>.</w:t>
            </w:r>
          </w:p>
        </w:tc>
        <w:tc>
          <w:tcPr>
            <w:tcW w:w="6993" w:type="dxa"/>
            <w:shd w:val="clear" w:color="auto" w:fill="auto"/>
          </w:tcPr>
          <w:p w14:paraId="513746FD" w14:textId="3FC7E7F3" w:rsidR="00AD56A1" w:rsidRPr="003B66F6" w:rsidRDefault="00AD56A1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D56A1" w:rsidRPr="003B66F6" w14:paraId="51374703" w14:textId="77777777" w:rsidTr="00AD56A1">
        <w:tc>
          <w:tcPr>
            <w:tcW w:w="7148" w:type="dxa"/>
            <w:shd w:val="clear" w:color="auto" w:fill="auto"/>
          </w:tcPr>
          <w:p w14:paraId="04EA3449" w14:textId="37D31392" w:rsidR="00AD56A1" w:rsidRPr="00AD56A1" w:rsidRDefault="00AD56A1" w:rsidP="00AD56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D56A1">
              <w:rPr>
                <w:b/>
                <w:bCs/>
              </w:rPr>
              <w:t xml:space="preserve">Item 2 : </w:t>
            </w:r>
            <w:r w:rsidR="007A6DFF">
              <w:rPr>
                <w:b/>
                <w:bCs/>
              </w:rPr>
              <w:t>Dispositions mises en place pour assurer les délais de livraison</w:t>
            </w:r>
            <w:r w:rsidR="00F56235">
              <w:rPr>
                <w:rFonts w:ascii="Calibri" w:hAnsi="Calibri" w:cs="Calibri"/>
                <w:b/>
                <w:bCs/>
              </w:rPr>
              <w:t> </w:t>
            </w:r>
            <w:r w:rsidR="00F56235">
              <w:rPr>
                <w:b/>
                <w:bCs/>
              </w:rPr>
              <w:t xml:space="preserve">: </w:t>
            </w:r>
            <w:r w:rsidR="00055FF1">
              <w:rPr>
                <w:b/>
                <w:bCs/>
              </w:rPr>
              <w:t>10</w:t>
            </w:r>
            <w:r w:rsidR="00F56235">
              <w:rPr>
                <w:b/>
                <w:bCs/>
              </w:rPr>
              <w:t xml:space="preserve"> points</w:t>
            </w:r>
          </w:p>
          <w:p w14:paraId="27E4750A" w14:textId="485CCFCC" w:rsidR="00AD56A1" w:rsidRPr="009F4750" w:rsidRDefault="00F56235" w:rsidP="009F4750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</w:rPr>
            </w:pPr>
            <w:r w:rsidRPr="009F4750">
              <w:rPr>
                <w:bCs/>
              </w:rPr>
              <w:t>Commande courante</w:t>
            </w:r>
            <w:bookmarkStart w:id="1" w:name="_GoBack"/>
            <w:bookmarkEnd w:id="1"/>
          </w:p>
          <w:p w14:paraId="51374701" w14:textId="4D2C4FB8" w:rsidR="00AD56A1" w:rsidRPr="00CC7C67" w:rsidRDefault="00AD56A1" w:rsidP="00CC7C67">
            <w:pPr>
              <w:autoSpaceDE w:val="0"/>
              <w:autoSpaceDN w:val="0"/>
              <w:adjustRightInd w:val="0"/>
              <w:ind w:left="360"/>
              <w:rPr>
                <w:bCs/>
              </w:rPr>
            </w:pPr>
          </w:p>
        </w:tc>
        <w:tc>
          <w:tcPr>
            <w:tcW w:w="6993" w:type="dxa"/>
            <w:shd w:val="clear" w:color="auto" w:fill="auto"/>
          </w:tcPr>
          <w:p w14:paraId="51374702" w14:textId="77777777" w:rsidR="00AD56A1" w:rsidRPr="00D75EF9" w:rsidRDefault="00AD56A1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0"/>
    </w:tbl>
    <w:p w14:paraId="5137470C" w14:textId="38589C9F" w:rsidR="003474AD" w:rsidRDefault="003474AD" w:rsidP="003474AD"/>
    <w:p w14:paraId="3A7D46DF" w14:textId="73149AF2" w:rsidR="00F56235" w:rsidRDefault="00F56235" w:rsidP="003474AD"/>
    <w:p w14:paraId="7889301E" w14:textId="4207F8FE" w:rsidR="00F56235" w:rsidRDefault="00F56235" w:rsidP="003474AD"/>
    <w:p w14:paraId="46E7F91F" w14:textId="4C4CF3BA" w:rsidR="00F56235" w:rsidRDefault="00F56235" w:rsidP="003474AD"/>
    <w:p w14:paraId="3F2EFBC4" w14:textId="087D55D7" w:rsidR="00F56235" w:rsidRDefault="00F56235" w:rsidP="003474AD"/>
    <w:p w14:paraId="4B52BF18" w14:textId="77777777" w:rsidR="00F56235" w:rsidRDefault="00F56235" w:rsidP="003474AD"/>
    <w:p w14:paraId="405458FE" w14:textId="77777777" w:rsidR="00F56235" w:rsidRDefault="00F56235" w:rsidP="003474AD"/>
    <w:sectPr w:rsidR="00F56235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7DA7" w14:textId="77777777" w:rsidR="00DD2FAA" w:rsidRDefault="00DD2FAA" w:rsidP="00EA6B59">
      <w:pPr>
        <w:spacing w:after="0" w:line="240" w:lineRule="auto"/>
      </w:pPr>
      <w:r>
        <w:separator/>
      </w:r>
    </w:p>
  </w:endnote>
  <w:endnote w:type="continuationSeparator" w:id="0">
    <w:p w14:paraId="6282C032" w14:textId="77777777" w:rsidR="00DD2FAA" w:rsidRDefault="00DD2FAA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26A52B94" w14:textId="27C310E2" w:rsidR="002D38BF" w:rsidRDefault="002D38BF" w:rsidP="002D38BF">
        <w:pPr>
          <w:pStyle w:val="En-tte"/>
        </w:pPr>
      </w:p>
      <w:p w14:paraId="29859FCA" w14:textId="77777777" w:rsidR="002D38BF" w:rsidRDefault="002D38BF" w:rsidP="002D38BF"/>
      <w:p w14:paraId="064FC5C1" w14:textId="0B611DDB" w:rsidR="002D38BF" w:rsidRDefault="002D38BF" w:rsidP="002D38BF">
        <w:pPr>
          <w:pStyle w:val="Pieddepage"/>
        </w:pPr>
        <w:r>
          <w:rPr>
            <w:rFonts w:cs="Times New Roman"/>
            <w:b/>
            <w:bCs/>
            <w:sz w:val="22"/>
            <w:szCs w:val="22"/>
          </w:rPr>
          <w:t>N° projets ESID 25</w:t>
        </w:r>
        <w:r>
          <w:rPr>
            <w:rFonts w:ascii="Calibri" w:hAnsi="Calibri" w:cs="Calibri"/>
            <w:b/>
            <w:bCs/>
            <w:sz w:val="22"/>
            <w:szCs w:val="22"/>
          </w:rPr>
          <w:t> </w:t>
        </w:r>
        <w:r>
          <w:rPr>
            <w:rFonts w:cs="Times New Roman"/>
            <w:b/>
            <w:bCs/>
            <w:sz w:val="22"/>
            <w:szCs w:val="22"/>
          </w:rPr>
          <w:t>025</w:t>
        </w:r>
      </w:p>
      <w:p w14:paraId="5137471F" w14:textId="0965BA1A" w:rsidR="00313E59" w:rsidRDefault="00DD2FAA" w:rsidP="002D38BF">
        <w:pPr>
          <w:pStyle w:val="Pieddepage"/>
          <w:jc w:val="left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BDEB" w14:textId="329C4351" w:rsidR="00B77C65" w:rsidRDefault="00EE620E">
    <w:pPr>
      <w:pStyle w:val="Pieddepage"/>
    </w:pPr>
    <w:r>
      <w:rPr>
        <w:rFonts w:cs="Times New Roman"/>
        <w:b/>
        <w:bCs/>
        <w:sz w:val="22"/>
        <w:szCs w:val="22"/>
      </w:rPr>
      <w:t>N° p</w:t>
    </w:r>
    <w:r w:rsidR="002D38BF">
      <w:rPr>
        <w:rFonts w:cs="Times New Roman"/>
        <w:b/>
        <w:bCs/>
        <w:sz w:val="22"/>
        <w:szCs w:val="22"/>
      </w:rPr>
      <w:t>rojet</w:t>
    </w:r>
    <w:r w:rsidR="00B77C65">
      <w:rPr>
        <w:rFonts w:cs="Times New Roman"/>
        <w:b/>
        <w:bCs/>
        <w:sz w:val="22"/>
        <w:szCs w:val="22"/>
      </w:rPr>
      <w:t xml:space="preserve"> </w:t>
    </w:r>
    <w:r w:rsidR="009B7C49">
      <w:rPr>
        <w:rFonts w:cs="Times New Roman"/>
        <w:b/>
        <w:bCs/>
        <w:sz w:val="22"/>
        <w:szCs w:val="22"/>
      </w:rPr>
      <w:t xml:space="preserve">ESID 25 </w:t>
    </w:r>
    <w:r w:rsidR="00055FF1">
      <w:rPr>
        <w:rFonts w:cs="Times New Roman"/>
        <w:b/>
        <w:bCs/>
        <w:sz w:val="22"/>
        <w:szCs w:val="22"/>
      </w:rPr>
      <w:t>25</w:t>
    </w:r>
    <w:r w:rsidR="000A6B61">
      <w:rPr>
        <w:rFonts w:cs="Times New Roman"/>
        <w:b/>
        <w:bCs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E91C4" w14:textId="77777777" w:rsidR="00DD2FAA" w:rsidRDefault="00DD2FAA" w:rsidP="00EA6B59">
      <w:pPr>
        <w:spacing w:after="0" w:line="240" w:lineRule="auto"/>
      </w:pPr>
      <w:r>
        <w:separator/>
      </w:r>
    </w:p>
  </w:footnote>
  <w:footnote w:type="continuationSeparator" w:id="0">
    <w:p w14:paraId="3B9B154D" w14:textId="77777777" w:rsidR="00DD2FAA" w:rsidRDefault="00DD2FAA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4216"/>
    <w:multiLevelType w:val="hybridMultilevel"/>
    <w:tmpl w:val="AC8C0B98"/>
    <w:lvl w:ilvl="0" w:tplc="0BB2201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6BF90759"/>
    <w:multiLevelType w:val="hybridMultilevel"/>
    <w:tmpl w:val="7996D81A"/>
    <w:lvl w:ilvl="0" w:tplc="85163B3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 w:numId="19">
    <w:abstractNumId w:val="8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5FF1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6B61"/>
    <w:rsid w:val="000B034F"/>
    <w:rsid w:val="000C3633"/>
    <w:rsid w:val="000D07CE"/>
    <w:rsid w:val="000E63CB"/>
    <w:rsid w:val="000F275F"/>
    <w:rsid w:val="000F38D9"/>
    <w:rsid w:val="00104D53"/>
    <w:rsid w:val="001125C0"/>
    <w:rsid w:val="00122955"/>
    <w:rsid w:val="00131804"/>
    <w:rsid w:val="00135BF5"/>
    <w:rsid w:val="00152AAD"/>
    <w:rsid w:val="00155227"/>
    <w:rsid w:val="0015741B"/>
    <w:rsid w:val="00180C2C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16A4"/>
    <w:rsid w:val="002B5D34"/>
    <w:rsid w:val="002D38BF"/>
    <w:rsid w:val="002F560C"/>
    <w:rsid w:val="00302298"/>
    <w:rsid w:val="00305384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47E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B6546"/>
    <w:rsid w:val="004C3C4D"/>
    <w:rsid w:val="004D527E"/>
    <w:rsid w:val="004E1069"/>
    <w:rsid w:val="004E38C1"/>
    <w:rsid w:val="004E5F9B"/>
    <w:rsid w:val="004F2B7B"/>
    <w:rsid w:val="004F313A"/>
    <w:rsid w:val="004F6FD1"/>
    <w:rsid w:val="00500DBF"/>
    <w:rsid w:val="00502994"/>
    <w:rsid w:val="00502DFB"/>
    <w:rsid w:val="00513CAC"/>
    <w:rsid w:val="00532B4C"/>
    <w:rsid w:val="005330A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17AA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5EB1"/>
    <w:rsid w:val="007A6552"/>
    <w:rsid w:val="007A6DFF"/>
    <w:rsid w:val="007B42E0"/>
    <w:rsid w:val="007C18BA"/>
    <w:rsid w:val="007C2D7B"/>
    <w:rsid w:val="007C53C4"/>
    <w:rsid w:val="007C7503"/>
    <w:rsid w:val="007F2911"/>
    <w:rsid w:val="007F7034"/>
    <w:rsid w:val="00800A0D"/>
    <w:rsid w:val="00826782"/>
    <w:rsid w:val="00826D76"/>
    <w:rsid w:val="008458E6"/>
    <w:rsid w:val="008523F1"/>
    <w:rsid w:val="00852962"/>
    <w:rsid w:val="00855E26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32"/>
    <w:rsid w:val="00904AD4"/>
    <w:rsid w:val="00912B09"/>
    <w:rsid w:val="00915533"/>
    <w:rsid w:val="0092482B"/>
    <w:rsid w:val="00936F34"/>
    <w:rsid w:val="009425D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B7C49"/>
    <w:rsid w:val="009C02BC"/>
    <w:rsid w:val="009C3205"/>
    <w:rsid w:val="009E2D62"/>
    <w:rsid w:val="009E762F"/>
    <w:rsid w:val="009F2578"/>
    <w:rsid w:val="009F4750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56A1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77C65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7C67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C4690"/>
    <w:rsid w:val="00DD0B95"/>
    <w:rsid w:val="00DD14CD"/>
    <w:rsid w:val="00DD2E0E"/>
    <w:rsid w:val="00DD2FAA"/>
    <w:rsid w:val="00DE0DDC"/>
    <w:rsid w:val="00DF05C2"/>
    <w:rsid w:val="00E012C2"/>
    <w:rsid w:val="00E45982"/>
    <w:rsid w:val="00E64161"/>
    <w:rsid w:val="00E7280E"/>
    <w:rsid w:val="00E87AAE"/>
    <w:rsid w:val="00E952CE"/>
    <w:rsid w:val="00E970C0"/>
    <w:rsid w:val="00EA60CB"/>
    <w:rsid w:val="00EA6B59"/>
    <w:rsid w:val="00EC58AD"/>
    <w:rsid w:val="00ED583B"/>
    <w:rsid w:val="00EE10E8"/>
    <w:rsid w:val="00EE55D3"/>
    <w:rsid w:val="00EE620E"/>
    <w:rsid w:val="00F02DF2"/>
    <w:rsid w:val="00F23173"/>
    <w:rsid w:val="00F24CC0"/>
    <w:rsid w:val="00F27E47"/>
    <w:rsid w:val="00F31FBC"/>
    <w:rsid w:val="00F37A59"/>
    <w:rsid w:val="00F5249B"/>
    <w:rsid w:val="00F54BBA"/>
    <w:rsid w:val="00F56235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17D17A-76E0-4ECA-A3A1-7B8777E8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D5C0BF-29DE-47BD-8CBA-FE842C92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7</TotalTime>
  <Pages>2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5</cp:revision>
  <dcterms:created xsi:type="dcterms:W3CDTF">2025-05-19T14:51:00Z</dcterms:created>
  <dcterms:modified xsi:type="dcterms:W3CDTF">2025-06-17T14:20:00Z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